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1C4A3" w14:textId="77777777" w:rsidR="00CA4323" w:rsidRDefault="00000000">
      <w:pPr>
        <w:pStyle w:val="1"/>
        <w:spacing w:before="240" w:after="120"/>
      </w:pPr>
      <w:bookmarkStart w:id="0" w:name="_Toc509838780"/>
      <w:r>
        <w:rPr>
          <w:rFonts w:hint="eastAsia"/>
        </w:rPr>
        <w:t>中华医学科技奖学科专业代码表</w:t>
      </w:r>
      <w:bookmarkEnd w:id="0"/>
    </w:p>
    <w:p w14:paraId="69C185D7" w14:textId="77777777" w:rsidR="00CA4323" w:rsidRDefault="00CA4323">
      <w:pPr>
        <w:pStyle w:val="HTML"/>
        <w:spacing w:line="160" w:lineRule="atLeast"/>
        <w:rPr>
          <w:rFonts w:ascii="仿宋_GB2312" w:eastAsia="仿宋_GB2312" w:hAnsi="宋体" w:hint="eastAsia"/>
          <w:b/>
          <w:bCs/>
          <w:sz w:val="24"/>
          <w:szCs w:val="24"/>
        </w:rPr>
      </w:pPr>
    </w:p>
    <w:p w14:paraId="40388723" w14:textId="77777777" w:rsidR="00CA4323" w:rsidRDefault="00000000">
      <w:pPr>
        <w:pStyle w:val="HTML"/>
        <w:spacing w:line="160" w:lineRule="atLeast"/>
        <w:ind w:firstLineChars="200" w:firstLine="480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《中华医学科技奖学科专业代码表》参照《中华人民共和国国家标准》GB/T13745-2009 学科分类与代码编制。填写学科代码时，应根据项目的专业属性，选择一个学科专业代码，并尽可能选择到三级学科专业，若没有三级学科专业的，则选择至二级填写代码及其名称。</w:t>
      </w:r>
    </w:p>
    <w:p w14:paraId="53A5111F" w14:textId="77777777" w:rsidR="00CA4323" w:rsidRDefault="00CA4323">
      <w:pPr>
        <w:pStyle w:val="HTML"/>
        <w:spacing w:line="160" w:lineRule="atLeast"/>
        <w:ind w:firstLineChars="200" w:firstLine="480"/>
        <w:rPr>
          <w:rFonts w:ascii="仿宋_GB2312" w:eastAsia="仿宋_GB2312" w:hAnsi="宋体" w:hint="eastAsia"/>
          <w:sz w:val="24"/>
          <w:szCs w:val="24"/>
        </w:rPr>
      </w:pPr>
    </w:p>
    <w:tbl>
      <w:tblPr>
        <w:tblW w:w="86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2"/>
      </w:tblGrid>
      <w:tr w:rsidR="00CA4323" w14:paraId="43058C4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EB012" w14:textId="77777777" w:rsidR="00CA4323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310基础医学</w:t>
            </w:r>
          </w:p>
        </w:tc>
      </w:tr>
      <w:tr w:rsidR="00CA4323" w14:paraId="05A862B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2CB91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31011医学生物化学</w:t>
            </w:r>
          </w:p>
        </w:tc>
      </w:tr>
      <w:tr w:rsidR="00CA4323" w14:paraId="61F88B5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04660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31014人体解剖学</w:t>
            </w:r>
          </w:p>
        </w:tc>
      </w:tr>
      <w:tr w:rsidR="00CA4323" w14:paraId="4C65615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59658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3101410系统解剖学</w:t>
            </w:r>
          </w:p>
        </w:tc>
      </w:tr>
      <w:tr w:rsidR="00CA4323" w14:paraId="2A26CF7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54437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3101420局部解剖学</w:t>
            </w:r>
          </w:p>
        </w:tc>
      </w:tr>
      <w:tr w:rsidR="00CA4323" w14:paraId="59ECE36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2E2A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3101499人体解剖学其他学科</w:t>
            </w:r>
          </w:p>
        </w:tc>
      </w:tr>
      <w:tr w:rsidR="00CA4323" w14:paraId="7E0B6C3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CA0A2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31017医学细胞生物学</w:t>
            </w:r>
          </w:p>
        </w:tc>
      </w:tr>
      <w:tr w:rsidR="00CA4323" w14:paraId="1A4A576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3ACD6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31021人体生理学</w:t>
            </w:r>
          </w:p>
        </w:tc>
      </w:tr>
      <w:tr w:rsidR="00CA4323" w14:paraId="0E7A897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7ACBD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31024人体组织胚胎学</w:t>
            </w:r>
          </w:p>
        </w:tc>
      </w:tr>
      <w:tr w:rsidR="00CA4323" w14:paraId="242A1AA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8FDB7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31027医学遗传学</w:t>
            </w:r>
          </w:p>
        </w:tc>
      </w:tr>
      <w:tr w:rsidR="00CA4323" w14:paraId="6427146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CD227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31031放射医学</w:t>
            </w:r>
          </w:p>
        </w:tc>
      </w:tr>
      <w:tr w:rsidR="00CA4323" w14:paraId="3DA99CAC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7C050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31034人体免疫学</w:t>
            </w:r>
          </w:p>
        </w:tc>
      </w:tr>
      <w:tr w:rsidR="00CA4323" w14:paraId="38EB6CD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C43A2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31037医学寄生虫学</w:t>
            </w:r>
          </w:p>
        </w:tc>
      </w:tr>
      <w:tr w:rsidR="00CA4323" w14:paraId="2A4039B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AC5BA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3103710医学寄生虫免疫学</w:t>
            </w:r>
          </w:p>
        </w:tc>
      </w:tr>
      <w:tr w:rsidR="00CA4323" w14:paraId="7B3F40B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F26CA7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3103720医学昆虫学</w:t>
            </w:r>
          </w:p>
        </w:tc>
      </w:tr>
      <w:tr w:rsidR="00CA4323" w14:paraId="104B71F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1DA95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3103730医学蠕虫学</w:t>
            </w:r>
          </w:p>
        </w:tc>
      </w:tr>
      <w:tr w:rsidR="00CA4323" w14:paraId="1AE8445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F5FBA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3103740医学原虫学</w:t>
            </w:r>
          </w:p>
        </w:tc>
      </w:tr>
      <w:tr w:rsidR="00CA4323" w14:paraId="334458B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30C1B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3103799医学寄生虫学其他学科</w:t>
            </w:r>
          </w:p>
        </w:tc>
      </w:tr>
      <w:tr w:rsidR="00CA4323" w14:paraId="60750C8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CA724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31041医学微生物学</w:t>
            </w:r>
          </w:p>
        </w:tc>
      </w:tr>
      <w:tr w:rsidR="00CA4323" w14:paraId="02BACEE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EB24C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3104110医学病毒学1806460</w:t>
            </w:r>
          </w:p>
        </w:tc>
      </w:tr>
      <w:tr w:rsidR="00CA4323" w14:paraId="1B09810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F22DE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31044病理学</w:t>
            </w:r>
          </w:p>
        </w:tc>
      </w:tr>
      <w:tr w:rsidR="00CA4323" w14:paraId="03490FD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7ED57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3104410病理生物学</w:t>
            </w:r>
          </w:p>
        </w:tc>
      </w:tr>
      <w:tr w:rsidR="00CA4323" w14:paraId="70CE0E1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F1F198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3104420病理解剖学</w:t>
            </w:r>
          </w:p>
        </w:tc>
      </w:tr>
      <w:tr w:rsidR="00CA4323" w14:paraId="5BE8A2C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E7559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3104430病理生理学</w:t>
            </w:r>
          </w:p>
        </w:tc>
      </w:tr>
      <w:tr w:rsidR="00CA4323" w14:paraId="2159B96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9CF7E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3104440免疫病理学</w:t>
            </w:r>
          </w:p>
        </w:tc>
      </w:tr>
      <w:tr w:rsidR="00CA4323" w14:paraId="2B7420C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AEA88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3104450实验病理学</w:t>
            </w:r>
          </w:p>
        </w:tc>
      </w:tr>
      <w:tr w:rsidR="00CA4323" w14:paraId="01CBF7E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A1CB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3104460比较病理学</w:t>
            </w:r>
          </w:p>
        </w:tc>
      </w:tr>
      <w:tr w:rsidR="00CA4323" w14:paraId="377EF7E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198C8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3104470系统病理学</w:t>
            </w:r>
          </w:p>
        </w:tc>
      </w:tr>
      <w:tr w:rsidR="00CA4323" w14:paraId="325014F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9B2E1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3104480环境病理学</w:t>
            </w:r>
          </w:p>
        </w:tc>
      </w:tr>
      <w:tr w:rsidR="00CA4323" w14:paraId="1294926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110A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3104485分子病理学</w:t>
            </w:r>
          </w:p>
        </w:tc>
      </w:tr>
      <w:tr w:rsidR="00CA4323" w14:paraId="42BC3B7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0AD1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3104499病理学其他学科</w:t>
            </w:r>
          </w:p>
        </w:tc>
      </w:tr>
      <w:tr w:rsidR="00CA4323" w14:paraId="0F368A2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33434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31047药理学</w:t>
            </w:r>
          </w:p>
        </w:tc>
      </w:tr>
      <w:tr w:rsidR="00CA4323" w14:paraId="6456D29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EDD26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3104710基础药理学</w:t>
            </w:r>
          </w:p>
        </w:tc>
      </w:tr>
      <w:tr w:rsidR="00CA4323" w14:paraId="77AD286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AF31A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3104720临床药理学</w:t>
            </w:r>
          </w:p>
        </w:tc>
      </w:tr>
      <w:tr w:rsidR="00CA4323" w14:paraId="26F5554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2D57F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3104730生化药理学</w:t>
            </w:r>
          </w:p>
        </w:tc>
      </w:tr>
      <w:tr w:rsidR="00CA4323" w14:paraId="747BA27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4A2F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3104740分子药理学</w:t>
            </w:r>
          </w:p>
        </w:tc>
      </w:tr>
      <w:tr w:rsidR="00CA4323" w14:paraId="3A0FD8D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54BF5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3104750免疫药理学</w:t>
            </w:r>
          </w:p>
        </w:tc>
      </w:tr>
      <w:tr w:rsidR="00CA4323" w14:paraId="13DAD85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E53A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3104799药理学其他学科</w:t>
            </w:r>
          </w:p>
        </w:tc>
      </w:tr>
      <w:tr w:rsidR="00CA4323" w14:paraId="2641DA5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AA326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31051医学实验动物学</w:t>
            </w:r>
          </w:p>
        </w:tc>
      </w:tr>
      <w:tr w:rsidR="00CA4323" w14:paraId="7D2FE6D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15CBF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31099基础医学其他学科</w:t>
            </w:r>
          </w:p>
        </w:tc>
      </w:tr>
      <w:tr w:rsidR="00CA4323" w14:paraId="1EFE730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8F0E6" w14:textId="77777777" w:rsidR="00CA4323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320临床医学</w:t>
            </w:r>
          </w:p>
        </w:tc>
      </w:tr>
      <w:tr w:rsidR="00CA4323" w14:paraId="5FBB4B2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EEA32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32011临床诊断学</w:t>
            </w:r>
          </w:p>
        </w:tc>
      </w:tr>
      <w:tr w:rsidR="00CA4323" w14:paraId="32AA0E4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F83A5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3201110症状诊断学</w:t>
            </w:r>
          </w:p>
        </w:tc>
      </w:tr>
      <w:tr w:rsidR="00CA4323" w14:paraId="61B89D7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3BD79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3201120物理诊断学</w:t>
            </w:r>
          </w:p>
        </w:tc>
      </w:tr>
      <w:tr w:rsidR="00CA4323" w14:paraId="1AB803C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D4476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3201130机能诊断学</w:t>
            </w:r>
          </w:p>
        </w:tc>
      </w:tr>
      <w:tr w:rsidR="00CA4323" w14:paraId="484E921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51FB8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3201140医学影像学(包括放射诊断学、同位素诊断学、超声诊断学等)</w:t>
            </w:r>
          </w:p>
        </w:tc>
      </w:tr>
      <w:tr w:rsidR="00CA4323" w14:paraId="0B3C4D7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73155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3201150临床放射学</w:t>
            </w:r>
          </w:p>
        </w:tc>
      </w:tr>
      <w:tr w:rsidR="00CA4323" w14:paraId="4C74D6D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4A1ED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3201160实验诊断学</w:t>
            </w:r>
          </w:p>
        </w:tc>
      </w:tr>
      <w:tr w:rsidR="00CA4323" w14:paraId="7B26E35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61E1F9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3201199临床诊断学其他学科</w:t>
            </w:r>
          </w:p>
        </w:tc>
      </w:tr>
      <w:tr w:rsidR="00CA4323" w14:paraId="7943576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BC723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32014保健医学</w:t>
            </w:r>
          </w:p>
        </w:tc>
      </w:tr>
      <w:tr w:rsidR="00CA4323" w14:paraId="10A08B15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D6536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3201410康复医学</w:t>
            </w:r>
          </w:p>
        </w:tc>
      </w:tr>
      <w:tr w:rsidR="00CA4323" w14:paraId="145E6DD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45C86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3201420运动医学(包括力学运动医学等)</w:t>
            </w:r>
          </w:p>
        </w:tc>
      </w:tr>
      <w:tr w:rsidR="00CA4323" w14:paraId="41F267F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910B3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3201430老年医学</w:t>
            </w:r>
          </w:p>
        </w:tc>
      </w:tr>
      <w:tr w:rsidR="00CA4323" w14:paraId="744D15A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B2668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3201499保健医学其他学科</w:t>
            </w:r>
          </w:p>
        </w:tc>
      </w:tr>
      <w:tr w:rsidR="00CA4323" w14:paraId="28FEDA1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5B35D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32017理疗学</w:t>
            </w:r>
          </w:p>
        </w:tc>
      </w:tr>
      <w:tr w:rsidR="00CA4323" w14:paraId="33F498B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08B80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32021麻醉学</w:t>
            </w:r>
          </w:p>
        </w:tc>
      </w:tr>
      <w:tr w:rsidR="00CA4323" w14:paraId="457701D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3C846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3202110麻醉生理学</w:t>
            </w:r>
          </w:p>
        </w:tc>
      </w:tr>
      <w:tr w:rsidR="00CA4323" w14:paraId="2D8DFB55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D8758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3202120麻醉药理学</w:t>
            </w:r>
          </w:p>
        </w:tc>
      </w:tr>
      <w:tr w:rsidR="00CA4323" w14:paraId="1BAC1F1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FC6D8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3202130麻醉应用解剖学</w:t>
            </w:r>
          </w:p>
        </w:tc>
      </w:tr>
      <w:tr w:rsidR="00CA4323" w14:paraId="36AE796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112E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3202199麻醉学其他学科</w:t>
            </w:r>
          </w:p>
        </w:tc>
      </w:tr>
      <w:tr w:rsidR="00CA4323" w14:paraId="16AE573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3AC85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32024内科学</w:t>
            </w:r>
          </w:p>
        </w:tc>
      </w:tr>
      <w:tr w:rsidR="00CA4323" w14:paraId="58AEA88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3A35B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3202410心血管病学</w:t>
            </w:r>
          </w:p>
        </w:tc>
      </w:tr>
      <w:tr w:rsidR="00CA4323" w14:paraId="2E9BBB15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363E2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3202415呼吸病学</w:t>
            </w:r>
          </w:p>
        </w:tc>
      </w:tr>
      <w:tr w:rsidR="00CA4323" w14:paraId="6196D76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4D046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3202420结核病学</w:t>
            </w:r>
          </w:p>
        </w:tc>
      </w:tr>
      <w:tr w:rsidR="00CA4323" w14:paraId="7139623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1AF27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3202425消化病学</w:t>
            </w:r>
          </w:p>
        </w:tc>
      </w:tr>
      <w:tr w:rsidR="00CA4323" w14:paraId="098466C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A3D09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3202430血液病学</w:t>
            </w:r>
          </w:p>
        </w:tc>
      </w:tr>
      <w:tr w:rsidR="00CA4323" w14:paraId="76B4475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69D7B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3202435肾脏病学</w:t>
            </w:r>
          </w:p>
        </w:tc>
      </w:tr>
      <w:tr w:rsidR="00CA4323" w14:paraId="052A3C1C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164F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3202440内分泌病学与代谢病学</w:t>
            </w:r>
          </w:p>
        </w:tc>
      </w:tr>
      <w:tr w:rsidR="00CA4323" w14:paraId="7135109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0A775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3202445风湿病学与自体免疫病学</w:t>
            </w:r>
          </w:p>
        </w:tc>
      </w:tr>
      <w:tr w:rsidR="00CA4323" w14:paraId="15D1C85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95515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3202450变态反应学</w:t>
            </w:r>
          </w:p>
        </w:tc>
      </w:tr>
      <w:tr w:rsidR="00CA4323" w14:paraId="074D324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F96E9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3202455感染性疾病学</w:t>
            </w:r>
          </w:p>
        </w:tc>
      </w:tr>
      <w:tr w:rsidR="00CA4323" w14:paraId="16ADF3D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F7CA7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3202460传染病学</w:t>
            </w:r>
          </w:p>
        </w:tc>
      </w:tr>
      <w:tr w:rsidR="00CA4323" w14:paraId="41F1C23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0BC3A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3202499内科学其他学科</w:t>
            </w:r>
          </w:p>
        </w:tc>
      </w:tr>
      <w:tr w:rsidR="00CA4323" w14:paraId="294D24F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51E02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32027外科学</w:t>
            </w:r>
          </w:p>
        </w:tc>
      </w:tr>
      <w:tr w:rsidR="00CA4323" w14:paraId="48772FF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0FE4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3202710普通外科学</w:t>
            </w:r>
          </w:p>
        </w:tc>
      </w:tr>
      <w:tr w:rsidR="00CA4323" w14:paraId="3F087A9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74E6D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3202715显微外科学</w:t>
            </w:r>
          </w:p>
        </w:tc>
      </w:tr>
      <w:tr w:rsidR="00CA4323" w14:paraId="66B707A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31E1D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3202720神经外科学</w:t>
            </w:r>
          </w:p>
        </w:tc>
      </w:tr>
      <w:tr w:rsidR="00CA4323" w14:paraId="28DF52A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DE96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3202725颅脑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外科学</w:t>
            </w:r>
            <w:proofErr w:type="gramEnd"/>
          </w:p>
        </w:tc>
      </w:tr>
      <w:tr w:rsidR="00CA4323" w14:paraId="1C8239C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1D843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3202730胸外科学</w:t>
            </w:r>
          </w:p>
        </w:tc>
      </w:tr>
      <w:tr w:rsidR="00CA4323" w14:paraId="6A4F072D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FBDBE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3202735心血管外科学</w:t>
            </w:r>
          </w:p>
        </w:tc>
      </w:tr>
      <w:tr w:rsidR="00CA4323" w14:paraId="6435EBE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32B6D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3202740泌尿外科学</w:t>
            </w:r>
          </w:p>
        </w:tc>
      </w:tr>
      <w:tr w:rsidR="00CA4323" w14:paraId="3D24E1D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71D8A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3202745骨外科学</w:t>
            </w:r>
          </w:p>
        </w:tc>
      </w:tr>
      <w:tr w:rsidR="00CA4323" w14:paraId="493B882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8E379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3202750烧伤外科学</w:t>
            </w:r>
          </w:p>
        </w:tc>
      </w:tr>
      <w:tr w:rsidR="00CA4323" w14:paraId="1FDA2DE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08ED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3202755整形外科学</w:t>
            </w:r>
          </w:p>
        </w:tc>
      </w:tr>
      <w:tr w:rsidR="00CA4323" w14:paraId="159CDF6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F236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3202760器官移植外科学</w:t>
            </w:r>
          </w:p>
        </w:tc>
      </w:tr>
      <w:tr w:rsidR="00CA4323" w14:paraId="59FCEA3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38833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3202765实验外科学</w:t>
            </w:r>
          </w:p>
        </w:tc>
      </w:tr>
      <w:tr w:rsidR="00CA4323" w14:paraId="61A1EB1A" w14:textId="77777777">
        <w:trPr>
          <w:trHeight w:val="85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10F39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3202770小儿外科学（包括小儿普通外科学、小儿骨外科学、小儿胸外科学、小儿心血管外科学、小儿烧伤外科学、小儿整形外科学、小儿神经外科学、新生儿外科学等）</w:t>
            </w:r>
          </w:p>
        </w:tc>
      </w:tr>
      <w:tr w:rsidR="00CA4323" w14:paraId="75471B4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525C8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3202799外科学其他学科</w:t>
            </w:r>
          </w:p>
        </w:tc>
      </w:tr>
      <w:tr w:rsidR="00CA4323" w14:paraId="0CAA2F6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D9642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32031妇产科学</w:t>
            </w:r>
          </w:p>
        </w:tc>
      </w:tr>
      <w:tr w:rsidR="00CA4323" w14:paraId="29ED272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8681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3203110妇科学</w:t>
            </w:r>
          </w:p>
        </w:tc>
      </w:tr>
      <w:tr w:rsidR="00CA4323" w14:paraId="23B773F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2AD1A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3203120产科学</w:t>
            </w:r>
          </w:p>
        </w:tc>
      </w:tr>
      <w:tr w:rsidR="00CA4323" w14:paraId="0C79663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7D8EA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3203130围产医学(亦称围生医学)</w:t>
            </w:r>
          </w:p>
        </w:tc>
      </w:tr>
      <w:tr w:rsidR="00CA4323" w14:paraId="1E64FB5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34AB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3203140助产学</w:t>
            </w:r>
          </w:p>
        </w:tc>
      </w:tr>
      <w:tr w:rsidR="00CA4323" w14:paraId="70192C7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ACAF7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3203150胎儿学</w:t>
            </w:r>
          </w:p>
        </w:tc>
      </w:tr>
      <w:tr w:rsidR="00CA4323" w14:paraId="6D60C67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B96B1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3203160妇科产科手术学</w:t>
            </w:r>
          </w:p>
        </w:tc>
      </w:tr>
      <w:tr w:rsidR="00CA4323" w14:paraId="0CD4D5D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A859E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3203199妇产科学其他学科</w:t>
            </w:r>
          </w:p>
        </w:tc>
      </w:tr>
      <w:tr w:rsidR="00CA4323" w14:paraId="4A4D214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C71F8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32034儿科学</w:t>
            </w:r>
          </w:p>
        </w:tc>
      </w:tr>
      <w:tr w:rsidR="00CA4323" w14:paraId="471E77B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2164E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3203410小儿内科学</w:t>
            </w:r>
          </w:p>
        </w:tc>
      </w:tr>
      <w:tr w:rsidR="00CA4323" w14:paraId="6D66B14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29478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3203499儿科学其他学科</w:t>
            </w:r>
          </w:p>
        </w:tc>
      </w:tr>
      <w:tr w:rsidR="00CA4323" w14:paraId="1AF56135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B1FF3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32037眼科学</w:t>
            </w:r>
          </w:p>
        </w:tc>
      </w:tr>
      <w:tr w:rsidR="00CA4323" w14:paraId="33917CC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EDD02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32041耳鼻咽喉科学</w:t>
            </w:r>
          </w:p>
        </w:tc>
      </w:tr>
      <w:tr w:rsidR="00CA4323" w14:paraId="14FAFF7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BC895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32044口腔医学</w:t>
            </w:r>
          </w:p>
        </w:tc>
      </w:tr>
      <w:tr w:rsidR="00CA4323" w14:paraId="1F2AABE5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7D531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3204410口腔解剖生理学</w:t>
            </w:r>
          </w:p>
        </w:tc>
      </w:tr>
      <w:tr w:rsidR="00CA4323" w14:paraId="039228CC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123AB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3204415口腔组织学与口腔病理学</w:t>
            </w:r>
          </w:p>
        </w:tc>
      </w:tr>
      <w:tr w:rsidR="00CA4323" w14:paraId="735185F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3CD23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3204420口腔材料学</w:t>
            </w:r>
          </w:p>
        </w:tc>
      </w:tr>
      <w:tr w:rsidR="00CA4323" w14:paraId="33A58E6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C3A4E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3204425口腔影像诊断学</w:t>
            </w:r>
          </w:p>
        </w:tc>
      </w:tr>
      <w:tr w:rsidR="00CA4323" w14:paraId="4B20495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453D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3204430口腔内科学</w:t>
            </w:r>
          </w:p>
        </w:tc>
      </w:tr>
      <w:tr w:rsidR="00CA4323" w14:paraId="7CE6FE6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9CB3F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3204435口腔颌面外科学</w:t>
            </w:r>
          </w:p>
        </w:tc>
      </w:tr>
      <w:tr w:rsidR="00CA4323" w14:paraId="51A70C7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AE9C5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3204440口腔矫形学</w:t>
            </w:r>
          </w:p>
        </w:tc>
      </w:tr>
      <w:tr w:rsidR="00CA4323" w14:paraId="178476B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74D7D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3204445口腔正畸学</w:t>
            </w:r>
          </w:p>
        </w:tc>
      </w:tr>
      <w:tr w:rsidR="00CA4323" w14:paraId="494F9B75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B6788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3204450口腔病预防学</w:t>
            </w:r>
          </w:p>
        </w:tc>
      </w:tr>
      <w:tr w:rsidR="00CA4323" w14:paraId="6F800715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BA32F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3204499口腔医学其他学科</w:t>
            </w:r>
          </w:p>
        </w:tc>
      </w:tr>
      <w:tr w:rsidR="00CA4323" w14:paraId="1B253C0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C95A2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32047皮肤病学</w:t>
            </w:r>
          </w:p>
        </w:tc>
      </w:tr>
      <w:tr w:rsidR="00CA4323" w14:paraId="62BC5E2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B7ECC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32051性医学</w:t>
            </w:r>
          </w:p>
        </w:tc>
      </w:tr>
      <w:tr w:rsidR="00CA4323" w14:paraId="76101707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4FCB8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32054神经病学</w:t>
            </w:r>
          </w:p>
        </w:tc>
      </w:tr>
      <w:tr w:rsidR="00CA4323" w14:paraId="3DEE871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04EDE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32057精神病学(包括精神卫生、行为医学、医学心理学等)</w:t>
            </w:r>
          </w:p>
        </w:tc>
      </w:tr>
      <w:tr w:rsidR="00CA4323" w14:paraId="3087E0E7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09103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32058重症医学</w:t>
            </w:r>
          </w:p>
        </w:tc>
      </w:tr>
      <w:tr w:rsidR="00CA4323" w14:paraId="12D06E4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BDC54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32061急诊医学</w:t>
            </w:r>
          </w:p>
        </w:tc>
      </w:tr>
      <w:tr w:rsidR="00CA4323" w14:paraId="123E1B3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2E1D2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32064核医学</w:t>
            </w:r>
          </w:p>
        </w:tc>
      </w:tr>
      <w:tr w:rsidR="00CA4323" w14:paraId="42A1632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601D6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32065全科医学</w:t>
            </w:r>
          </w:p>
        </w:tc>
      </w:tr>
      <w:tr w:rsidR="00CA4323" w14:paraId="34E221C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6C00A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32067肿瘤学</w:t>
            </w:r>
          </w:p>
        </w:tc>
      </w:tr>
      <w:tr w:rsidR="00CA4323" w14:paraId="76F7CBBD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71A46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3206710肿瘤免疫学</w:t>
            </w:r>
          </w:p>
        </w:tc>
      </w:tr>
      <w:tr w:rsidR="00CA4323" w14:paraId="68882B8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00979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3206720肿瘤病因学</w:t>
            </w:r>
          </w:p>
        </w:tc>
      </w:tr>
      <w:tr w:rsidR="00CA4323" w14:paraId="7EBC901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A4882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3206730肿瘤病理学</w:t>
            </w:r>
          </w:p>
        </w:tc>
      </w:tr>
      <w:tr w:rsidR="00CA4323" w14:paraId="0EB45C7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0E60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3206740肿瘤诊断学</w:t>
            </w:r>
          </w:p>
        </w:tc>
      </w:tr>
      <w:tr w:rsidR="00CA4323" w14:paraId="44BDF04D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B887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3206751肿瘤放射治疗学</w:t>
            </w:r>
          </w:p>
        </w:tc>
      </w:tr>
      <w:tr w:rsidR="00CA4323" w14:paraId="5644B62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89BFB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3206750肿瘤治疗学</w:t>
            </w:r>
          </w:p>
        </w:tc>
      </w:tr>
      <w:tr w:rsidR="00CA4323" w14:paraId="6230C4C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C4145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3206760肿瘤预防学</w:t>
            </w:r>
          </w:p>
        </w:tc>
      </w:tr>
      <w:tr w:rsidR="00CA4323" w14:paraId="10B4095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95EBC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3206770实验肿瘤学</w:t>
            </w:r>
          </w:p>
        </w:tc>
      </w:tr>
      <w:tr w:rsidR="00CA4323" w14:paraId="355E1E1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8486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3206799肿瘤学其他学科</w:t>
            </w:r>
          </w:p>
        </w:tc>
      </w:tr>
      <w:tr w:rsidR="00CA4323" w14:paraId="1B88111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51232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32099临床医学其他学科</w:t>
            </w:r>
          </w:p>
        </w:tc>
      </w:tr>
      <w:tr w:rsidR="00CA4323" w14:paraId="6DDD5FDD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340E5" w14:textId="77777777" w:rsidR="00CA4323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330预防医学与公共卫生学</w:t>
            </w:r>
          </w:p>
        </w:tc>
      </w:tr>
      <w:tr w:rsidR="00CA4323" w14:paraId="64AEDC85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B396D9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33011营养学</w:t>
            </w:r>
          </w:p>
        </w:tc>
      </w:tr>
      <w:tr w:rsidR="00CA4323" w14:paraId="1FD1F82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EC46B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33014毒理学</w:t>
            </w:r>
          </w:p>
        </w:tc>
      </w:tr>
      <w:tr w:rsidR="00CA4323" w14:paraId="2C1DFC6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94A8E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33017消毒学</w:t>
            </w:r>
          </w:p>
        </w:tc>
      </w:tr>
      <w:tr w:rsidR="00CA4323" w14:paraId="5364D4BC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80A6E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33021流行病学</w:t>
            </w:r>
          </w:p>
        </w:tc>
      </w:tr>
      <w:tr w:rsidR="00CA4323" w14:paraId="2546E10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201AB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33024传染病学</w:t>
            </w:r>
          </w:p>
        </w:tc>
      </w:tr>
      <w:tr w:rsidR="00CA4323" w14:paraId="4F8C5F5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29BB6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33027媒介生物控制学</w:t>
            </w:r>
          </w:p>
        </w:tc>
      </w:tr>
      <w:tr w:rsidR="00CA4323" w14:paraId="719782F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39993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33031环境医学（亦为环境卫生学）</w:t>
            </w:r>
          </w:p>
        </w:tc>
      </w:tr>
      <w:tr w:rsidR="00CA4323" w14:paraId="01107AF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8A435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33034职业病学</w:t>
            </w:r>
          </w:p>
        </w:tc>
      </w:tr>
      <w:tr w:rsidR="00CA4323" w14:paraId="6B1DCE0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A3D47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33037地方病学</w:t>
            </w:r>
          </w:p>
        </w:tc>
      </w:tr>
      <w:tr w:rsidR="00CA4323" w14:paraId="676B1A9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66E1C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33035热带医学</w:t>
            </w:r>
          </w:p>
        </w:tc>
      </w:tr>
      <w:tr w:rsidR="00CA4323" w14:paraId="62CCE43C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7D46C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33041社会医学</w:t>
            </w:r>
          </w:p>
        </w:tc>
      </w:tr>
      <w:tr w:rsidR="00CA4323" w14:paraId="27C0696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CCA0E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33044卫生检验学</w:t>
            </w:r>
          </w:p>
        </w:tc>
      </w:tr>
      <w:tr w:rsidR="00CA4323" w14:paraId="2174201C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79677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33047食品卫生学</w:t>
            </w:r>
          </w:p>
        </w:tc>
      </w:tr>
      <w:tr w:rsidR="00CA4323" w14:paraId="542AAAEC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009395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33051儿少与学校卫生学</w:t>
            </w:r>
          </w:p>
        </w:tc>
      </w:tr>
      <w:tr w:rsidR="00CA4323" w14:paraId="0EDDCD8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BF9E1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33054妇幼卫生学</w:t>
            </w:r>
          </w:p>
        </w:tc>
      </w:tr>
      <w:tr w:rsidR="00CA4323" w14:paraId="6A1E344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3AFDA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33057环境卫生学</w:t>
            </w:r>
          </w:p>
        </w:tc>
      </w:tr>
      <w:tr w:rsidR="00CA4323" w14:paraId="609D01B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89230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33061劳动卫生学</w:t>
            </w:r>
          </w:p>
        </w:tc>
      </w:tr>
      <w:tr w:rsidR="00CA4323" w14:paraId="7F0EB727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7D839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33064放射卫生学</w:t>
            </w:r>
          </w:p>
        </w:tc>
      </w:tr>
      <w:tr w:rsidR="00CA4323" w14:paraId="6686C25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5910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33067卫生工程学</w:t>
            </w:r>
          </w:p>
        </w:tc>
      </w:tr>
      <w:tr w:rsidR="00CA4323" w14:paraId="20A2C02C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B0D86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33071卫生经济学</w:t>
            </w:r>
          </w:p>
        </w:tc>
      </w:tr>
      <w:tr w:rsidR="00CA4323" w14:paraId="58F05B5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32071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33072卫生统计学</w:t>
            </w:r>
          </w:p>
        </w:tc>
      </w:tr>
      <w:tr w:rsidR="00CA4323" w14:paraId="665A5DAD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C7BE9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33073计划生育学8407170</w:t>
            </w:r>
          </w:p>
        </w:tc>
      </w:tr>
      <w:tr w:rsidR="00CA4323" w14:paraId="3595670D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8B35B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33074优生学</w:t>
            </w:r>
          </w:p>
        </w:tc>
      </w:tr>
      <w:tr w:rsidR="00CA4323" w14:paraId="594EAA8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F3204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33077健康促进与健康教育学</w:t>
            </w:r>
          </w:p>
        </w:tc>
      </w:tr>
      <w:tr w:rsidR="00CA4323" w14:paraId="0F52A26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1E107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33081卫生管理学</w:t>
            </w:r>
          </w:p>
        </w:tc>
      </w:tr>
      <w:tr w:rsidR="00CA4323" w14:paraId="16E0CE3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D59F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3308110卫生监督学</w:t>
            </w:r>
          </w:p>
        </w:tc>
      </w:tr>
      <w:tr w:rsidR="00CA4323" w14:paraId="599D2FE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4E9E1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3308120卫生政策学</w:t>
            </w:r>
          </w:p>
        </w:tc>
      </w:tr>
      <w:tr w:rsidR="00CA4323" w14:paraId="0980DAD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3C8F2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3308125卫生法学8203072</w:t>
            </w:r>
          </w:p>
        </w:tc>
      </w:tr>
      <w:tr w:rsidR="00CA4323" w14:paraId="393889B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70A72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3308130卫生信息管理学</w:t>
            </w:r>
          </w:p>
        </w:tc>
      </w:tr>
      <w:tr w:rsidR="00CA4323" w14:paraId="2932CEF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6E959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3308199卫生管理学其他学科</w:t>
            </w:r>
          </w:p>
        </w:tc>
      </w:tr>
      <w:tr w:rsidR="00CA4323" w14:paraId="5D1F137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A3565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33099预防医学与卫生学其他学科</w:t>
            </w:r>
          </w:p>
        </w:tc>
      </w:tr>
      <w:tr w:rsidR="00CA4323" w14:paraId="6BF337F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BC4A2" w14:textId="77777777" w:rsidR="00CA4323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350药学</w:t>
            </w:r>
          </w:p>
        </w:tc>
      </w:tr>
      <w:tr w:rsidR="00CA4323" w14:paraId="671F4CCC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7ED81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35010药物化学(包括天然药物化学等)</w:t>
            </w:r>
          </w:p>
        </w:tc>
      </w:tr>
      <w:tr w:rsidR="00CA4323" w14:paraId="3356BDA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20D58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35020生物药物学</w:t>
            </w:r>
          </w:p>
        </w:tc>
      </w:tr>
      <w:tr w:rsidR="00CA4323" w14:paraId="5D3CC9F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5F9CC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35025微生物药物学</w:t>
            </w:r>
          </w:p>
        </w:tc>
      </w:tr>
      <w:tr w:rsidR="00CA4323" w14:paraId="5290963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C23A8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35030放射性药物学</w:t>
            </w:r>
          </w:p>
        </w:tc>
      </w:tr>
      <w:tr w:rsidR="00CA4323" w14:paraId="2A87823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04A1A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35035药剂学</w:t>
            </w:r>
          </w:p>
        </w:tc>
      </w:tr>
      <w:tr w:rsidR="00CA4323" w14:paraId="5AB66B9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A54DD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35040药效学</w:t>
            </w:r>
          </w:p>
        </w:tc>
      </w:tr>
      <w:tr w:rsidR="00CA4323" w14:paraId="51D6382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965E1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35042医药工程5306410</w:t>
            </w:r>
          </w:p>
        </w:tc>
      </w:tr>
      <w:tr w:rsidR="00CA4323" w14:paraId="7666984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356B6A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35045药物管理学</w:t>
            </w:r>
          </w:p>
        </w:tc>
      </w:tr>
      <w:tr w:rsidR="00CA4323" w14:paraId="0835455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C9C4E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35050药物统计学</w:t>
            </w:r>
          </w:p>
        </w:tc>
      </w:tr>
      <w:tr w:rsidR="00CA4323" w14:paraId="60BDDD1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0D3E4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35099药学其他学科</w:t>
            </w:r>
          </w:p>
        </w:tc>
      </w:tr>
      <w:tr w:rsidR="00CA4323" w14:paraId="0B9E74D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8BB83" w14:textId="77777777" w:rsidR="00CA4323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360中医学与中药学</w:t>
            </w:r>
          </w:p>
        </w:tc>
      </w:tr>
      <w:tr w:rsidR="00CA4323" w14:paraId="581C91C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55DCE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36010中医学</w:t>
            </w:r>
          </w:p>
        </w:tc>
      </w:tr>
      <w:tr w:rsidR="00CA4323" w14:paraId="4E290533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19FB7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3601011中医基础理论(包括经络学等)</w:t>
            </w:r>
          </w:p>
        </w:tc>
      </w:tr>
      <w:tr w:rsidR="00CA4323" w14:paraId="5CFBA845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9479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3601014中医诊断学</w:t>
            </w:r>
          </w:p>
        </w:tc>
      </w:tr>
      <w:tr w:rsidR="00CA4323" w14:paraId="0946A35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33F0D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3601017中医内科学</w:t>
            </w:r>
          </w:p>
        </w:tc>
      </w:tr>
      <w:tr w:rsidR="00CA4323" w14:paraId="638C48C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56E1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3601021中医外科学</w:t>
            </w:r>
          </w:p>
        </w:tc>
      </w:tr>
      <w:tr w:rsidR="00CA4323" w14:paraId="254931D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0188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3601024中医骨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伤科学</w:t>
            </w:r>
            <w:proofErr w:type="gramEnd"/>
          </w:p>
        </w:tc>
      </w:tr>
      <w:tr w:rsidR="00CA4323" w14:paraId="2091748A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A775A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3601027中医妇科学</w:t>
            </w:r>
          </w:p>
        </w:tc>
      </w:tr>
      <w:tr w:rsidR="00CA4323" w14:paraId="6E56E2C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0987F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3601031中医儿科学</w:t>
            </w:r>
          </w:p>
        </w:tc>
      </w:tr>
      <w:tr w:rsidR="00CA4323" w14:paraId="1134AAD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5DCCF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3601034中医眼科学</w:t>
            </w:r>
          </w:p>
        </w:tc>
      </w:tr>
      <w:tr w:rsidR="00CA4323" w14:paraId="465E7CBD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A07EB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3601037中医耳鼻咽喉科学</w:t>
            </w:r>
          </w:p>
        </w:tc>
      </w:tr>
      <w:tr w:rsidR="00CA4323" w14:paraId="1E35573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44B9B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3601041中医口腔科学</w:t>
            </w:r>
          </w:p>
        </w:tc>
      </w:tr>
      <w:tr w:rsidR="00CA4323" w14:paraId="764A39CD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EE37D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3601044中医老年病学</w:t>
            </w:r>
          </w:p>
        </w:tc>
      </w:tr>
      <w:tr w:rsidR="00CA4323" w14:paraId="2C01C898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8765F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3601047针灸学(包括针刺镇痛与麻醉等)</w:t>
            </w:r>
          </w:p>
        </w:tc>
      </w:tr>
      <w:tr w:rsidR="00CA4323" w14:paraId="5548496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793DE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3601051按摩推拿学</w:t>
            </w:r>
          </w:p>
        </w:tc>
      </w:tr>
      <w:tr w:rsidR="00CA4323" w14:paraId="6091B2A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45AF1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lastRenderedPageBreak/>
              <w:t>3601054中医养生康复学(包括气功研究等)</w:t>
            </w:r>
          </w:p>
        </w:tc>
      </w:tr>
      <w:tr w:rsidR="00CA4323" w14:paraId="71F8AAD4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0A2F6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3601057中医护理学</w:t>
            </w:r>
          </w:p>
        </w:tc>
      </w:tr>
      <w:tr w:rsidR="00CA4323" w14:paraId="06CF271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E83B2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3601061中医食疗学</w:t>
            </w:r>
          </w:p>
        </w:tc>
      </w:tr>
      <w:tr w:rsidR="00CA4323" w14:paraId="42B1C60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B9F0E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3601064方剂学</w:t>
            </w:r>
          </w:p>
        </w:tc>
      </w:tr>
      <w:tr w:rsidR="00CA4323" w14:paraId="60A24B7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71AF7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3601067中医文献学(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包括难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经、内经、伤寒论、金匮要略、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腧穴学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等)</w:t>
            </w:r>
          </w:p>
        </w:tc>
      </w:tr>
      <w:tr w:rsidR="00CA4323" w14:paraId="10D1108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54CD3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3601099中医学其他学科</w:t>
            </w:r>
          </w:p>
        </w:tc>
      </w:tr>
      <w:tr w:rsidR="00CA4323" w14:paraId="518CBD9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39E4D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36020民族医学</w:t>
            </w:r>
          </w:p>
        </w:tc>
      </w:tr>
      <w:tr w:rsidR="00CA4323" w14:paraId="39B8250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27751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36030中西医结合医学</w:t>
            </w:r>
          </w:p>
        </w:tc>
      </w:tr>
      <w:tr w:rsidR="00CA4323" w14:paraId="430EA05D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09B9C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36040中药学</w:t>
            </w:r>
          </w:p>
        </w:tc>
      </w:tr>
      <w:tr w:rsidR="00CA4323" w14:paraId="4165646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2AF0D2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3604010中药化学</w:t>
            </w:r>
          </w:p>
        </w:tc>
      </w:tr>
      <w:tr w:rsidR="00CA4323" w14:paraId="5806DF3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8D10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3604015中药药理学</w:t>
            </w:r>
          </w:p>
        </w:tc>
      </w:tr>
      <w:tr w:rsidR="00CA4323" w14:paraId="00C0D527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D2DC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3604020本草学</w:t>
            </w:r>
          </w:p>
        </w:tc>
      </w:tr>
      <w:tr w:rsidR="00CA4323" w14:paraId="106E9027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BDE7B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3604025药用植物学</w:t>
            </w:r>
          </w:p>
        </w:tc>
      </w:tr>
      <w:tr w:rsidR="00CA4323" w14:paraId="2ACF3A96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CEA23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3604030中药鉴定学</w:t>
            </w:r>
          </w:p>
        </w:tc>
      </w:tr>
      <w:tr w:rsidR="00CA4323" w14:paraId="1597606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76415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3604035中药炮制学</w:t>
            </w:r>
          </w:p>
        </w:tc>
      </w:tr>
      <w:tr w:rsidR="00CA4323" w14:paraId="26623D2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B3DE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3604040中药药剂学</w:t>
            </w:r>
          </w:p>
        </w:tc>
      </w:tr>
      <w:tr w:rsidR="00CA4323" w14:paraId="092C063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1D02D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3604045中药资源学</w:t>
            </w:r>
          </w:p>
        </w:tc>
      </w:tr>
      <w:tr w:rsidR="00CA4323" w14:paraId="6C622A17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865B1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3604050中药管理学</w:t>
            </w:r>
          </w:p>
        </w:tc>
      </w:tr>
      <w:tr w:rsidR="00CA4323" w14:paraId="44EF53C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598B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3604099中药学其他学科</w:t>
            </w:r>
          </w:p>
        </w:tc>
      </w:tr>
      <w:tr w:rsidR="00CA4323" w14:paraId="354858DB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EE4B2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36099中医学与中药学其他学科</w:t>
            </w:r>
          </w:p>
        </w:tc>
      </w:tr>
      <w:tr w:rsidR="00CA4323" w14:paraId="27A6BF9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59B62" w14:textId="77777777" w:rsidR="00CA4323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416自然科学相关工程与技术</w:t>
            </w:r>
          </w:p>
        </w:tc>
      </w:tr>
      <w:tr w:rsidR="00CA4323" w14:paraId="539D96E5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FE3A9" w14:textId="77777777" w:rsidR="00CA4323" w:rsidRDefault="00000000">
            <w:pPr>
              <w:widowControl/>
              <w:ind w:firstLineChars="100" w:firstLine="24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41660生物医学工程学</w:t>
            </w:r>
          </w:p>
        </w:tc>
      </w:tr>
      <w:tr w:rsidR="00CA4323" w14:paraId="66A92B71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2BA7D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4166010生物医学电子学</w:t>
            </w:r>
          </w:p>
        </w:tc>
      </w:tr>
      <w:tr w:rsidR="00CA4323" w14:paraId="7AC5C7F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48CAF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4166020临床工程学</w:t>
            </w:r>
          </w:p>
        </w:tc>
      </w:tr>
      <w:tr w:rsidR="00CA4323" w14:paraId="7A674DB0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68B36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4166030康复工程学</w:t>
            </w:r>
          </w:p>
        </w:tc>
      </w:tr>
      <w:tr w:rsidR="00CA4323" w14:paraId="1FBD4C9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C462E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4166040生物医学测量学</w:t>
            </w:r>
          </w:p>
        </w:tc>
      </w:tr>
      <w:tr w:rsidR="00CA4323" w14:paraId="472CA9C9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1378B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4166050人工器官与生物医学材料学</w:t>
            </w:r>
          </w:p>
        </w:tc>
      </w:tr>
      <w:tr w:rsidR="00CA4323" w14:paraId="4BBA7ABE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A5924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4166060干细胞与组织工程学</w:t>
            </w:r>
          </w:p>
        </w:tc>
      </w:tr>
      <w:tr w:rsidR="00CA4323" w14:paraId="4171341F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39B7F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4166070医学成像技术</w:t>
            </w:r>
          </w:p>
        </w:tc>
      </w:tr>
      <w:tr w:rsidR="00CA4323" w14:paraId="4CEFF292" w14:textId="77777777">
        <w:trPr>
          <w:trHeight w:val="285"/>
        </w:trPr>
        <w:tc>
          <w:tcPr>
            <w:tcW w:w="8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97310" w14:textId="77777777" w:rsidR="00CA4323" w:rsidRDefault="00000000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4166099生物医学工程学其他学科</w:t>
            </w:r>
          </w:p>
        </w:tc>
      </w:tr>
    </w:tbl>
    <w:p w14:paraId="2C39A900" w14:textId="6B603651" w:rsidR="00CA4323" w:rsidRPr="003B72B5" w:rsidRDefault="003B72B5" w:rsidP="003B72B5">
      <w:pPr>
        <w:widowControl/>
        <w:jc w:val="left"/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</w:pPr>
      <w:r w:rsidRPr="003B72B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990 其他学科</w:t>
      </w:r>
    </w:p>
    <w:p w14:paraId="3B15364C" w14:textId="6AE3F03E" w:rsidR="00CA4323" w:rsidRPr="003B72B5" w:rsidRDefault="003B72B5" w:rsidP="003B72B5">
      <w:pPr>
        <w:widowControl/>
        <w:ind w:firstLineChars="100" w:firstLine="240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3B72B5">
        <w:rPr>
          <w:rFonts w:ascii="仿宋_GB2312" w:eastAsia="仿宋_GB2312" w:hAnsi="宋体" w:cs="宋体" w:hint="eastAsia"/>
          <w:kern w:val="0"/>
          <w:sz w:val="24"/>
          <w:szCs w:val="24"/>
        </w:rPr>
        <w:t>99001 医学科普</w:t>
      </w:r>
    </w:p>
    <w:p w14:paraId="37D0DE85" w14:textId="77777777" w:rsidR="00CA4323" w:rsidRDefault="00CA4323"/>
    <w:sectPr w:rsidR="00CA4323">
      <w:footerReference w:type="even" r:id="rId7"/>
      <w:footerReference w:type="default" r:id="rId8"/>
      <w:pgSz w:w="11906" w:h="16838"/>
      <w:pgMar w:top="1440" w:right="1700" w:bottom="1440" w:left="1701" w:header="851" w:footer="102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C1738" w14:textId="77777777" w:rsidR="00F27CD1" w:rsidRDefault="00F27CD1">
      <w:r>
        <w:separator/>
      </w:r>
    </w:p>
  </w:endnote>
  <w:endnote w:type="continuationSeparator" w:id="0">
    <w:p w14:paraId="18BC5F55" w14:textId="77777777" w:rsidR="00F27CD1" w:rsidRDefault="00F2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17769" w14:textId="77777777" w:rsidR="00CA4323" w:rsidRDefault="00000000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14:paraId="15BED6E8" w14:textId="77777777" w:rsidR="00CA4323" w:rsidRDefault="00CA432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5C19" w14:textId="77777777" w:rsidR="00CA4323" w:rsidRDefault="00000000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51</w:t>
    </w:r>
    <w:r>
      <w:fldChar w:fldCharType="end"/>
    </w:r>
  </w:p>
  <w:p w14:paraId="6A6CF08A" w14:textId="77777777" w:rsidR="00CA4323" w:rsidRDefault="00CA43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410EA" w14:textId="77777777" w:rsidR="00F27CD1" w:rsidRDefault="00F27CD1">
      <w:r>
        <w:separator/>
      </w:r>
    </w:p>
  </w:footnote>
  <w:footnote w:type="continuationSeparator" w:id="0">
    <w:p w14:paraId="73C348D5" w14:textId="77777777" w:rsidR="00F27CD1" w:rsidRDefault="00F27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DCD008B"/>
    <w:rsid w:val="003B72B5"/>
    <w:rsid w:val="00896A51"/>
    <w:rsid w:val="00CA4323"/>
    <w:rsid w:val="00F27CD1"/>
    <w:rsid w:val="6D535020"/>
    <w:rsid w:val="6DCD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EE52F4"/>
  <w15:docId w15:val="{79831C4E-B569-4990-AFE5-8365A0E1D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spacing w:beforeLines="100" w:afterLines="50"/>
      <w:jc w:val="center"/>
      <w:outlineLvl w:val="0"/>
    </w:pPr>
    <w:rPr>
      <w:rFonts w:eastAsia="黑体"/>
      <w:snapToGrid w:val="0"/>
      <w:w w:val="10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TML">
    <w:name w:val="HTML Preformatted"/>
    <w:basedOn w:val="a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rsid w:val="003B72B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B72B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enovo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</TotalTime>
  <Pages>7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fangyiyi</dc:creator>
  <cp:lastModifiedBy>Fang Yiyi</cp:lastModifiedBy>
  <cp:revision>2</cp:revision>
  <dcterms:created xsi:type="dcterms:W3CDTF">2018-08-22T04:44:00Z</dcterms:created>
  <dcterms:modified xsi:type="dcterms:W3CDTF">2025-02-13T06:19:00Z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